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t>Page 146</w:t>
      </w:r>
    </w:p>
    <w:p w:rsidR="00B93038" w:rsidRDefault="00916D6C">
      <w:pPr>
        <w:rPr>
          <w:sz w:val="36"/>
          <w:szCs w:val="36"/>
        </w:rPr>
      </w:pPr>
      <w:r w:rsidRPr="00916D6C">
        <w:rPr>
          <w:sz w:val="36"/>
          <w:szCs w:val="36"/>
        </w:rPr>
        <w:t>What is energy</w:t>
      </w:r>
      <w:r>
        <w:rPr>
          <w:sz w:val="36"/>
          <w:szCs w:val="36"/>
        </w:rPr>
        <w:t>?</w:t>
      </w:r>
    </w:p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t xml:space="preserve">The wind is blowing. Thunder makes a loud noise. The wind sounds like a train. The windows break. Houses break. Cars are broken. There is a lot of water or flooding.  </w:t>
      </w:r>
    </w:p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t>The tornado stops.</w:t>
      </w:r>
    </w:p>
    <w:p w:rsidR="00916D6C" w:rsidRDefault="00916D6C">
      <w:pPr>
        <w:rPr>
          <w:b/>
          <w:sz w:val="36"/>
          <w:szCs w:val="36"/>
          <w:u w:val="single"/>
        </w:rPr>
      </w:pPr>
      <w:r>
        <w:rPr>
          <w:sz w:val="36"/>
          <w:szCs w:val="36"/>
        </w:rPr>
        <w:t xml:space="preserve">The next day, the wind blows.  It is gentle. Wind is moving air. Wind has </w:t>
      </w:r>
      <w:r w:rsidRPr="00916D6C">
        <w:rPr>
          <w:b/>
          <w:sz w:val="36"/>
          <w:szCs w:val="36"/>
          <w:u w:val="single"/>
        </w:rPr>
        <w:t>ENERGY</w:t>
      </w:r>
      <w:r>
        <w:rPr>
          <w:b/>
          <w:sz w:val="36"/>
          <w:szCs w:val="36"/>
          <w:u w:val="single"/>
        </w:rPr>
        <w:t>.</w:t>
      </w:r>
    </w:p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t>What has energy?</w:t>
      </w:r>
    </w:p>
    <w:p w:rsidR="00916D6C" w:rsidRDefault="00916D6C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>What caused the damage?</w:t>
      </w: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>What does the wind sound like?</w:t>
      </w: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>What was damaged by the wind?</w:t>
      </w: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lastRenderedPageBreak/>
        <w:t>Page 147</w:t>
      </w:r>
    </w:p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t>Energy, Work and Power</w:t>
      </w:r>
    </w:p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t>Wind moves a stick. Wind moves a piece of paper. Wind moves your hair. The ability to work or cause change is called energy.</w:t>
      </w:r>
    </w:p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t>What is energy?</w:t>
      </w:r>
    </w:p>
    <w:p w:rsidR="00916D6C" w:rsidRDefault="00916D6C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916D6C" w:rsidRDefault="00916D6C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916D6C" w:rsidRDefault="00916D6C">
      <w:pPr>
        <w:rPr>
          <w:sz w:val="36"/>
          <w:szCs w:val="36"/>
        </w:rPr>
      </w:pPr>
      <w:r>
        <w:rPr>
          <w:sz w:val="36"/>
          <w:szCs w:val="36"/>
        </w:rPr>
        <w:t>When you work, you transfer some energy to the object.</w:t>
      </w:r>
    </w:p>
    <w:p w:rsidR="00916D6C" w:rsidRDefault="00B940B1">
      <w:pPr>
        <w:rPr>
          <w:sz w:val="36"/>
          <w:szCs w:val="36"/>
        </w:rPr>
      </w:pPr>
      <w:r>
        <w:rPr>
          <w:sz w:val="36"/>
          <w:szCs w:val="36"/>
        </w:rPr>
        <w:t xml:space="preserve">The object that you touch now has more energy. Energy is transferred. 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 xml:space="preserve">Transfer your energy to the top. Right now the top has no energy. Pick and up and spin it. You are transferring your energy to it.  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You need power to transfer energy. A tornado has more power than a gentle wind.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What has more power?</w:t>
      </w:r>
    </w:p>
    <w:p w:rsidR="00B940B1" w:rsidRDefault="00B940B1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B940B1" w:rsidRDefault="00B940B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B940B1" w:rsidRDefault="00B940B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lastRenderedPageBreak/>
        <w:t>Page 147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Kinetic Energy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There are two types of energy- kinetic energy and potential energy.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It is kinetic energy is the object is moving.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 xml:space="preserve">It is potential energy is the object is at rest. 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The word kinetic means moving.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What does the word kinetic mean?</w:t>
      </w:r>
    </w:p>
    <w:p w:rsidR="00B940B1" w:rsidRDefault="00B940B1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B940B1" w:rsidRDefault="00B940B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Page 148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Factors Affecting Kinetic Energy- title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Kinetic energy depends on mass. Mass is how much space something takes up.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 xml:space="preserve">Kinetic energy depends on velocity. Velocity means speed. 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Two bowling balls that are the same size and weight and the same speed or velocity will transfer the same energy to the bowling pins.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lastRenderedPageBreak/>
        <w:t>A bowling ball that goes faster will transfer more energy than a slower ball.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To transfer energy fast to the bowling pins, roll the ball fast or slow.  (Circle your answer.)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Page 149</w:t>
      </w:r>
    </w:p>
    <w:p w:rsidR="00B940B1" w:rsidRDefault="00B940B1">
      <w:pPr>
        <w:rPr>
          <w:sz w:val="36"/>
          <w:szCs w:val="36"/>
        </w:rPr>
      </w:pPr>
      <w:r>
        <w:rPr>
          <w:sz w:val="36"/>
          <w:szCs w:val="36"/>
        </w:rPr>
        <w:t>Potential Energy- title</w:t>
      </w:r>
    </w:p>
    <w:p w:rsidR="0080651A" w:rsidRDefault="00B940B1">
      <w:pPr>
        <w:rPr>
          <w:sz w:val="36"/>
          <w:szCs w:val="36"/>
        </w:rPr>
      </w:pPr>
      <w:r>
        <w:rPr>
          <w:sz w:val="36"/>
          <w:szCs w:val="36"/>
        </w:rPr>
        <w:t xml:space="preserve">An object that is not moving </w:t>
      </w:r>
      <w:r w:rsidR="0080651A">
        <w:rPr>
          <w:sz w:val="36"/>
          <w:szCs w:val="36"/>
        </w:rPr>
        <w:t xml:space="preserve">has no kinetic energy. An object that is not moving can have energy. A wind-up toy has stored energy if you wind it up. </w:t>
      </w:r>
    </w:p>
    <w:p w:rsidR="0080651A" w:rsidRDefault="0080651A">
      <w:pPr>
        <w:rPr>
          <w:sz w:val="36"/>
          <w:szCs w:val="36"/>
        </w:rPr>
      </w:pPr>
      <w:r>
        <w:rPr>
          <w:sz w:val="36"/>
          <w:szCs w:val="36"/>
        </w:rPr>
        <w:t>What has stored energy?</w:t>
      </w:r>
    </w:p>
    <w:p w:rsidR="0080651A" w:rsidRDefault="0080651A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80651A" w:rsidRDefault="0080651A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80651A" w:rsidRDefault="0080651A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80651A" w:rsidRDefault="0080651A">
      <w:pPr>
        <w:rPr>
          <w:sz w:val="36"/>
          <w:szCs w:val="36"/>
        </w:rPr>
      </w:pPr>
      <w:r>
        <w:rPr>
          <w:sz w:val="36"/>
          <w:szCs w:val="36"/>
        </w:rPr>
        <w:t>Gravitational Potential Energy- title</w:t>
      </w:r>
    </w:p>
    <w:p w:rsidR="0080651A" w:rsidRDefault="0080651A">
      <w:pPr>
        <w:rPr>
          <w:sz w:val="36"/>
          <w:szCs w:val="36"/>
        </w:rPr>
      </w:pPr>
      <w:r>
        <w:rPr>
          <w:sz w:val="36"/>
          <w:szCs w:val="36"/>
        </w:rPr>
        <w:t xml:space="preserve">If an object is up really high, it has potential gravitational energy. The higher you </w:t>
      </w:r>
      <w:proofErr w:type="gramStart"/>
      <w:r>
        <w:rPr>
          <w:sz w:val="36"/>
          <w:szCs w:val="36"/>
        </w:rPr>
        <w:t>are,</w:t>
      </w:r>
      <w:proofErr w:type="gramEnd"/>
      <w:r>
        <w:rPr>
          <w:sz w:val="36"/>
          <w:szCs w:val="36"/>
        </w:rPr>
        <w:t xml:space="preserve"> the more potential gravitational energy you will have.</w:t>
      </w:r>
    </w:p>
    <w:p w:rsidR="0080651A" w:rsidRDefault="0080651A">
      <w:pPr>
        <w:rPr>
          <w:sz w:val="36"/>
          <w:szCs w:val="36"/>
        </w:rPr>
      </w:pPr>
    </w:p>
    <w:p w:rsidR="0080651A" w:rsidRDefault="0080651A">
      <w:pPr>
        <w:rPr>
          <w:sz w:val="36"/>
          <w:szCs w:val="36"/>
        </w:rPr>
      </w:pPr>
    </w:p>
    <w:p w:rsidR="0080651A" w:rsidRDefault="0080651A">
      <w:pPr>
        <w:rPr>
          <w:sz w:val="36"/>
          <w:szCs w:val="36"/>
        </w:rPr>
      </w:pPr>
    </w:p>
    <w:p w:rsidR="0080651A" w:rsidRDefault="0080651A">
      <w:pPr>
        <w:rPr>
          <w:sz w:val="36"/>
          <w:szCs w:val="36"/>
        </w:rPr>
      </w:pPr>
      <w:r>
        <w:rPr>
          <w:sz w:val="36"/>
          <w:szCs w:val="36"/>
        </w:rPr>
        <w:lastRenderedPageBreak/>
        <w:t>Page 149</w:t>
      </w:r>
    </w:p>
    <w:p w:rsidR="0080651A" w:rsidRDefault="0080651A">
      <w:pPr>
        <w:rPr>
          <w:sz w:val="36"/>
          <w:szCs w:val="36"/>
        </w:rPr>
      </w:pPr>
      <w:r>
        <w:rPr>
          <w:sz w:val="36"/>
          <w:szCs w:val="36"/>
        </w:rPr>
        <w:t>Draw a ladder. Label each rung A-b-c-d-e-f</w:t>
      </w:r>
    </w:p>
    <w:p w:rsidR="0080651A" w:rsidRDefault="0080651A">
      <w:pPr>
        <w:rPr>
          <w:sz w:val="36"/>
          <w:szCs w:val="36"/>
        </w:rPr>
      </w:pPr>
      <w:r>
        <w:rPr>
          <w:sz w:val="36"/>
          <w:szCs w:val="36"/>
        </w:rPr>
        <w:t>Where do you have the greatest potential gravitational energy?</w:t>
      </w:r>
    </w:p>
    <w:p w:rsidR="0080651A" w:rsidRDefault="0080651A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80651A" w:rsidRDefault="0080651A">
      <w:pPr>
        <w:rPr>
          <w:sz w:val="36"/>
          <w:szCs w:val="36"/>
        </w:rPr>
      </w:pPr>
    </w:p>
    <w:p w:rsidR="0080651A" w:rsidRDefault="0080651A">
      <w:pPr>
        <w:rPr>
          <w:sz w:val="36"/>
          <w:szCs w:val="36"/>
        </w:rPr>
      </w:pPr>
      <w:r>
        <w:rPr>
          <w:sz w:val="36"/>
          <w:szCs w:val="36"/>
        </w:rPr>
        <w:t xml:space="preserve">If at the same height, an object that weighs more has more potential gravitational energy. </w:t>
      </w:r>
    </w:p>
    <w:p w:rsidR="00125709" w:rsidRDefault="00125709">
      <w:pPr>
        <w:rPr>
          <w:sz w:val="36"/>
          <w:szCs w:val="36"/>
        </w:rPr>
      </w:pPr>
      <w:r>
        <w:rPr>
          <w:sz w:val="36"/>
          <w:szCs w:val="36"/>
        </w:rPr>
        <w:t>Mrs. Erickson weighs 130 pounds. Her dog, Diesel, weighs 60 pounds. Who weighs more?</w:t>
      </w:r>
    </w:p>
    <w:p w:rsidR="00125709" w:rsidRDefault="00125709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125709" w:rsidRDefault="00125709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125709" w:rsidRDefault="00125709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>Who has more potential gravitational energy?</w:t>
      </w:r>
    </w:p>
    <w:p w:rsidR="00125709" w:rsidRDefault="00125709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125709" w:rsidRDefault="00125709">
      <w:pPr>
        <w:rPr>
          <w:sz w:val="36"/>
          <w:szCs w:val="36"/>
        </w:rPr>
      </w:pPr>
      <w:r>
        <w:rPr>
          <w:sz w:val="36"/>
          <w:szCs w:val="36"/>
        </w:rPr>
        <w:t>(Refer to pictures of skiers to extend learning opportunity.)</w:t>
      </w:r>
    </w:p>
    <w:p w:rsidR="0080651A" w:rsidRDefault="00125709">
      <w:pPr>
        <w:rPr>
          <w:sz w:val="36"/>
          <w:szCs w:val="36"/>
        </w:rPr>
      </w:pPr>
      <w:r>
        <w:rPr>
          <w:sz w:val="36"/>
          <w:szCs w:val="36"/>
        </w:rPr>
        <w:t>Page 150</w:t>
      </w:r>
    </w:p>
    <w:p w:rsidR="00125709" w:rsidRDefault="00125709">
      <w:pPr>
        <w:rPr>
          <w:sz w:val="36"/>
          <w:szCs w:val="36"/>
        </w:rPr>
      </w:pPr>
      <w:r>
        <w:rPr>
          <w:sz w:val="36"/>
          <w:szCs w:val="36"/>
        </w:rPr>
        <w:t>Elastic Potential Energy- title</w:t>
      </w:r>
    </w:p>
    <w:p w:rsidR="00125709" w:rsidRDefault="00125709">
      <w:pPr>
        <w:rPr>
          <w:sz w:val="36"/>
          <w:szCs w:val="36"/>
        </w:rPr>
      </w:pPr>
      <w:r>
        <w:rPr>
          <w:sz w:val="36"/>
          <w:szCs w:val="36"/>
        </w:rPr>
        <w:t xml:space="preserve">An object gets or gains a different type of energy when stretched. Stretch your arms.  Stretch your legs. Stretch </w:t>
      </w:r>
      <w:proofErr w:type="gramStart"/>
      <w:r>
        <w:rPr>
          <w:sz w:val="36"/>
          <w:szCs w:val="36"/>
        </w:rPr>
        <w:t>an elastic</w:t>
      </w:r>
      <w:proofErr w:type="gramEnd"/>
      <w:r>
        <w:rPr>
          <w:sz w:val="36"/>
          <w:szCs w:val="36"/>
        </w:rPr>
        <w:t xml:space="preserve">- but be careful!!!! </w:t>
      </w:r>
      <w:r w:rsidR="00693FB1">
        <w:rPr>
          <w:sz w:val="36"/>
          <w:szCs w:val="36"/>
        </w:rPr>
        <w:t xml:space="preserve">The elastic has stored energy!  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lastRenderedPageBreak/>
        <w:t>Page 150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 xml:space="preserve">The person in the picture has a bow and arrow.  The bow has a string on it. The person pulls the arrow back. The string is stretching. It has potential energy.  When the person lets go, what will happen to the arrow?  </w:t>
      </w:r>
    </w:p>
    <w:p w:rsidR="00693FB1" w:rsidRDefault="00693FB1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693FB1" w:rsidRDefault="00693FB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 xml:space="preserve">Assessment- Please use answers found in this packet, and sentences written relative to select pictures on their </w:t>
      </w:r>
      <w:proofErr w:type="spellStart"/>
      <w:r>
        <w:rPr>
          <w:sz w:val="36"/>
          <w:szCs w:val="36"/>
        </w:rPr>
        <w:t>Ipad</w:t>
      </w:r>
      <w:proofErr w:type="spellEnd"/>
      <w:r>
        <w:rPr>
          <w:sz w:val="36"/>
          <w:szCs w:val="36"/>
        </w:rPr>
        <w:t xml:space="preserve"> as means of a modified assessment.</w:t>
      </w:r>
    </w:p>
    <w:p w:rsidR="00693FB1" w:rsidRDefault="00693FB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Done- Paula Erickson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lastRenderedPageBreak/>
        <w:t>Section 2- Forms of Energy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Page 151- Discovery Zone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What makes a flashlight shine?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A flashlight needs _________________________ to work.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How do you make a flashlight work?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You need to ___________________ it _______________.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What happens to the light bulb once it is on?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The bulb gets _____________________.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The battery has transferred its energy to the ________________.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+ A lamp needs to be _____________________ in to work.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+ A computer needs to be __________________ in to work.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+ A flashlight needs a ______________________ to work.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The sun gives off energy. Energy comes in many different forms.</w:t>
      </w: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>What gives off energy?</w:t>
      </w:r>
    </w:p>
    <w:p w:rsidR="00693FB1" w:rsidRDefault="00693FB1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  <w:r>
        <w:rPr>
          <w:sz w:val="36"/>
          <w:szCs w:val="36"/>
        </w:rPr>
        <w:t xml:space="preserve">A moving car has mechanical energy. A clock has mechanical energy. </w:t>
      </w:r>
    </w:p>
    <w:p w:rsidR="00693FB1" w:rsidRDefault="00B405A1">
      <w:pPr>
        <w:rPr>
          <w:sz w:val="36"/>
          <w:szCs w:val="36"/>
        </w:rPr>
      </w:pPr>
      <w:r>
        <w:rPr>
          <w:sz w:val="36"/>
          <w:szCs w:val="36"/>
        </w:rPr>
        <w:lastRenderedPageBreak/>
        <w:t>Mechanical energy is a combination of potential and kinetic energy.</w:t>
      </w:r>
    </w:p>
    <w:p w:rsidR="00B405A1" w:rsidRDefault="00B405A1">
      <w:pPr>
        <w:rPr>
          <w:sz w:val="36"/>
          <w:szCs w:val="36"/>
        </w:rPr>
      </w:pPr>
      <w:r>
        <w:rPr>
          <w:sz w:val="36"/>
          <w:szCs w:val="36"/>
        </w:rPr>
        <w:t>Boy this is hard!</w:t>
      </w:r>
    </w:p>
    <w:p w:rsidR="00B405A1" w:rsidRDefault="00B405A1">
      <w:pPr>
        <w:rPr>
          <w:sz w:val="36"/>
          <w:szCs w:val="36"/>
        </w:rPr>
      </w:pPr>
      <w:r>
        <w:rPr>
          <w:sz w:val="36"/>
          <w:szCs w:val="36"/>
        </w:rPr>
        <w:t>Crumble up a piece of paper. Throw it.  Your paper has both potential and kinetic energy.  The higher the piece of paper, the more potential energy it will have.</w:t>
      </w:r>
    </w:p>
    <w:p w:rsidR="00B405A1" w:rsidRDefault="00B405A1">
      <w:pPr>
        <w:rPr>
          <w:sz w:val="36"/>
          <w:szCs w:val="36"/>
        </w:rPr>
      </w:pPr>
      <w:r>
        <w:rPr>
          <w:sz w:val="36"/>
          <w:szCs w:val="36"/>
        </w:rPr>
        <w:t>The faster the piece of paper moves, the greater the kinetic energy.</w:t>
      </w:r>
    </w:p>
    <w:p w:rsidR="00B405A1" w:rsidRDefault="00B405A1">
      <w:pPr>
        <w:rPr>
          <w:sz w:val="36"/>
          <w:szCs w:val="36"/>
        </w:rPr>
      </w:pPr>
      <w:r>
        <w:rPr>
          <w:sz w:val="36"/>
          <w:szCs w:val="36"/>
        </w:rPr>
        <w:t>You need to add potential and kinetic energy together. The answer equals mechanical energy.</w:t>
      </w:r>
    </w:p>
    <w:p w:rsidR="00B405A1" w:rsidRPr="00B405A1" w:rsidRDefault="00B405A1">
      <w:pPr>
        <w:rPr>
          <w:sz w:val="36"/>
          <w:szCs w:val="36"/>
          <w:u w:val="single"/>
        </w:rPr>
      </w:pPr>
      <w:r w:rsidRPr="00B405A1">
        <w:rPr>
          <w:sz w:val="36"/>
          <w:szCs w:val="36"/>
          <w:u w:val="single"/>
        </w:rPr>
        <w:t>Add them together with a calculator</w:t>
      </w:r>
    </w:p>
    <w:p w:rsidR="00B405A1" w:rsidRDefault="00B405A1">
      <w:pPr>
        <w:rPr>
          <w:sz w:val="36"/>
          <w:szCs w:val="36"/>
        </w:rPr>
      </w:pPr>
      <w:r>
        <w:rPr>
          <w:sz w:val="36"/>
          <w:szCs w:val="36"/>
        </w:rPr>
        <w:t xml:space="preserve">Potential energy 32 Joules + Kinetic energy 45 Joules= _____. </w:t>
      </w:r>
    </w:p>
    <w:p w:rsidR="00B405A1" w:rsidRDefault="00B405A1">
      <w:pPr>
        <w:rPr>
          <w:sz w:val="36"/>
          <w:szCs w:val="36"/>
        </w:rPr>
      </w:pPr>
      <w:r>
        <w:rPr>
          <w:sz w:val="36"/>
          <w:szCs w:val="36"/>
        </w:rPr>
        <w:t xml:space="preserve">The more mechanical energy an object </w:t>
      </w:r>
      <w:proofErr w:type="gramStart"/>
      <w:r>
        <w:rPr>
          <w:sz w:val="36"/>
          <w:szCs w:val="36"/>
        </w:rPr>
        <w:t>has,</w:t>
      </w:r>
      <w:proofErr w:type="gramEnd"/>
      <w:r>
        <w:rPr>
          <w:sz w:val="36"/>
          <w:szCs w:val="36"/>
        </w:rPr>
        <w:t xml:space="preserve"> the more work it can do.</w:t>
      </w:r>
    </w:p>
    <w:p w:rsidR="00B405A1" w:rsidRDefault="00B405A1">
      <w:pPr>
        <w:rPr>
          <w:sz w:val="36"/>
          <w:szCs w:val="36"/>
        </w:rPr>
      </w:pPr>
      <w:r>
        <w:rPr>
          <w:sz w:val="36"/>
          <w:szCs w:val="36"/>
        </w:rPr>
        <w:t>Practice adding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 xml:space="preserve">Potential energy 30 Joules + Kinetic energy 90 Joules= _____. 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 xml:space="preserve">Potential energy 10 Joules + Kinetic energy 9 Joules= _____. 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 xml:space="preserve">Potential energy 27 Joules + Kinetic energy 36 Joules= _____. 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 xml:space="preserve">Potential energy 18 Joules + Kinetic energy 27 Joules= _____. 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 xml:space="preserve">Potential energy 12 Joules + Kinetic energy 85 Joules= _____. 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lastRenderedPageBreak/>
        <w:t>Page 153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>Other Forms of Energy- title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>Copy the types of energy in the space to the right of the word.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>Thermal energy ______________________________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>Electrical energy ______________________________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>Chemical energy _______________________________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>Nuclear energy ________________________________</w:t>
      </w:r>
    </w:p>
    <w:p w:rsidR="00B405A1" w:rsidRDefault="00B405A1" w:rsidP="00B405A1">
      <w:pPr>
        <w:rPr>
          <w:sz w:val="36"/>
          <w:szCs w:val="36"/>
        </w:rPr>
      </w:pPr>
      <w:r>
        <w:rPr>
          <w:sz w:val="36"/>
          <w:szCs w:val="36"/>
        </w:rPr>
        <w:t>Electromagnetic energy __________________________</w:t>
      </w:r>
    </w:p>
    <w:p w:rsidR="00B405A1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Thermal Energy looks at the tiny, tiny parts of an object. All objects are made up of atoms and molecules.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What are all objects made up from?</w:t>
      </w:r>
    </w:p>
    <w:p w:rsidR="00462F46" w:rsidRDefault="00462F46" w:rsidP="00B405A1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>Think about eating ice cream on a summer day.  What happens to the ice cream?</w:t>
      </w: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The air is warm. It makes the particles in the ice cream move fast. The ice cream melts.  What a mess!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lastRenderedPageBreak/>
        <w:t>Page 154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Electric Energy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Think about lightning. Think about getting a shock from the door.  This is a type of electrical energy.  What things do you play with that need batteries or electricity?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Make a list of three or more things.</w:t>
      </w:r>
    </w:p>
    <w:p w:rsidR="00462F46" w:rsidRDefault="00462F46" w:rsidP="00B405A1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Chemical Energy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Everything you see, touch or taste is made of chemical compounds.  Chemical energy is saved or stored.  When you eat, your body uses the chemical energy in them for energy.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Make a list of foods you eat.</w:t>
      </w:r>
    </w:p>
    <w:p w:rsidR="00462F46" w:rsidRDefault="00462F46" w:rsidP="00B405A1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When I eat I have ______________ to do _________________.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lastRenderedPageBreak/>
        <w:t>Page 155- Nuclear Energy- Please Omit this part.</w:t>
      </w:r>
    </w:p>
    <w:p w:rsidR="00462F46" w:rsidRDefault="00462F46" w:rsidP="00B405A1">
      <w:pPr>
        <w:rPr>
          <w:sz w:val="36"/>
          <w:szCs w:val="36"/>
        </w:rPr>
      </w:pPr>
      <w:r>
        <w:rPr>
          <w:sz w:val="36"/>
          <w:szCs w:val="36"/>
        </w:rPr>
        <w:t>Electromagnetic Energy</w:t>
      </w:r>
    </w:p>
    <w:p w:rsidR="00462F46" w:rsidRDefault="009E39B0" w:rsidP="00B405A1">
      <w:pPr>
        <w:rPr>
          <w:sz w:val="36"/>
          <w:szCs w:val="36"/>
        </w:rPr>
      </w:pPr>
      <w:r>
        <w:rPr>
          <w:sz w:val="36"/>
          <w:szCs w:val="36"/>
        </w:rPr>
        <w:t>The sunlight that you see is a type of electromagnetic energy.</w:t>
      </w:r>
    </w:p>
    <w:p w:rsidR="009E39B0" w:rsidRDefault="009E39B0" w:rsidP="00B405A1">
      <w:pPr>
        <w:rPr>
          <w:sz w:val="36"/>
          <w:szCs w:val="36"/>
        </w:rPr>
      </w:pPr>
      <w:r>
        <w:rPr>
          <w:sz w:val="36"/>
          <w:szCs w:val="36"/>
        </w:rPr>
        <w:t>Electromagnetic energy travels in waves.  Microwaves and x-rays use electromagnetic energy.</w:t>
      </w:r>
    </w:p>
    <w:p w:rsidR="009E39B0" w:rsidRDefault="009E39B0" w:rsidP="00B405A1">
      <w:pPr>
        <w:rPr>
          <w:sz w:val="36"/>
          <w:szCs w:val="36"/>
        </w:rPr>
      </w:pPr>
      <w:r>
        <w:rPr>
          <w:sz w:val="36"/>
          <w:szCs w:val="36"/>
        </w:rPr>
        <w:t>What uses electromagnetic energy?</w:t>
      </w:r>
    </w:p>
    <w:p w:rsidR="009E39B0" w:rsidRDefault="009E39B0" w:rsidP="00B405A1">
      <w:pPr>
        <w:pBdr>
          <w:top w:val="single" w:sz="12" w:space="1" w:color="auto"/>
          <w:bottom w:val="single" w:sz="12" w:space="1" w:color="auto"/>
        </w:pBdr>
        <w:rPr>
          <w:sz w:val="36"/>
          <w:szCs w:val="36"/>
        </w:rPr>
      </w:pPr>
    </w:p>
    <w:p w:rsidR="009E39B0" w:rsidRDefault="009E39B0" w:rsidP="00B405A1">
      <w:pPr>
        <w:pBdr>
          <w:bottom w:val="single" w:sz="12" w:space="1" w:color="auto"/>
          <w:between w:val="single" w:sz="12" w:space="1" w:color="auto"/>
        </w:pBdr>
        <w:rPr>
          <w:sz w:val="36"/>
          <w:szCs w:val="36"/>
        </w:rPr>
      </w:pPr>
    </w:p>
    <w:p w:rsidR="009E39B0" w:rsidRDefault="009E39B0" w:rsidP="00B405A1">
      <w:pPr>
        <w:rPr>
          <w:sz w:val="36"/>
          <w:szCs w:val="36"/>
        </w:rPr>
      </w:pPr>
    </w:p>
    <w:p w:rsidR="009E39B0" w:rsidRDefault="009E39B0" w:rsidP="00B405A1">
      <w:pPr>
        <w:rPr>
          <w:sz w:val="36"/>
          <w:szCs w:val="36"/>
        </w:rPr>
      </w:pPr>
      <w:r>
        <w:rPr>
          <w:sz w:val="36"/>
          <w:szCs w:val="36"/>
        </w:rPr>
        <w:t>________________ is a form of electromagnetic energy.</w:t>
      </w:r>
    </w:p>
    <w:p w:rsidR="009E39B0" w:rsidRDefault="009E39B0" w:rsidP="00B405A1">
      <w:pPr>
        <w:rPr>
          <w:sz w:val="36"/>
          <w:szCs w:val="36"/>
        </w:rPr>
      </w:pPr>
    </w:p>
    <w:p w:rsidR="009E39B0" w:rsidRDefault="009E39B0" w:rsidP="00B405A1">
      <w:pPr>
        <w:rPr>
          <w:sz w:val="36"/>
          <w:szCs w:val="36"/>
        </w:rPr>
      </w:pPr>
      <w:r>
        <w:rPr>
          <w:sz w:val="36"/>
          <w:szCs w:val="36"/>
        </w:rPr>
        <w:t xml:space="preserve">Assessment 2- Again- please use answers used and sentences written given </w:t>
      </w:r>
      <w:proofErr w:type="spellStart"/>
      <w:r>
        <w:rPr>
          <w:sz w:val="36"/>
          <w:szCs w:val="36"/>
        </w:rPr>
        <w:t>Ipad</w:t>
      </w:r>
      <w:proofErr w:type="spellEnd"/>
      <w:r>
        <w:rPr>
          <w:sz w:val="36"/>
          <w:szCs w:val="36"/>
        </w:rPr>
        <w:t xml:space="preserve"> photos as evidence of learning grade level content.</w:t>
      </w:r>
      <w:bookmarkStart w:id="0" w:name="_GoBack"/>
      <w:bookmarkEnd w:id="0"/>
    </w:p>
    <w:p w:rsidR="009E39B0" w:rsidRDefault="009E39B0" w:rsidP="00B405A1">
      <w:pPr>
        <w:rPr>
          <w:sz w:val="36"/>
          <w:szCs w:val="36"/>
        </w:rPr>
      </w:pPr>
    </w:p>
    <w:p w:rsidR="009E39B0" w:rsidRDefault="009E39B0" w:rsidP="00B405A1">
      <w:pPr>
        <w:rPr>
          <w:sz w:val="36"/>
          <w:szCs w:val="36"/>
        </w:rPr>
      </w:pPr>
    </w:p>
    <w:p w:rsidR="00B405A1" w:rsidRDefault="00B405A1">
      <w:pPr>
        <w:rPr>
          <w:sz w:val="36"/>
          <w:szCs w:val="36"/>
        </w:rPr>
      </w:pPr>
    </w:p>
    <w:p w:rsidR="00693FB1" w:rsidRDefault="00693FB1">
      <w:pPr>
        <w:rPr>
          <w:sz w:val="36"/>
          <w:szCs w:val="36"/>
        </w:rPr>
      </w:pPr>
    </w:p>
    <w:p w:rsidR="00125709" w:rsidRDefault="00125709">
      <w:pPr>
        <w:rPr>
          <w:sz w:val="36"/>
          <w:szCs w:val="36"/>
        </w:rPr>
      </w:pPr>
    </w:p>
    <w:p w:rsidR="00916D6C" w:rsidRDefault="0080651A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</w:t>
      </w:r>
    </w:p>
    <w:p w:rsidR="00916D6C" w:rsidRPr="00916D6C" w:rsidRDefault="00916D6C">
      <w:pPr>
        <w:rPr>
          <w:sz w:val="36"/>
          <w:szCs w:val="36"/>
        </w:rPr>
      </w:pPr>
    </w:p>
    <w:sectPr w:rsidR="00916D6C" w:rsidRPr="00916D6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F46" w:rsidRDefault="00462F46" w:rsidP="00916D6C">
      <w:pPr>
        <w:spacing w:after="0" w:line="240" w:lineRule="auto"/>
      </w:pPr>
      <w:r>
        <w:separator/>
      </w:r>
    </w:p>
  </w:endnote>
  <w:endnote w:type="continuationSeparator" w:id="0">
    <w:p w:rsidR="00462F46" w:rsidRDefault="00462F46" w:rsidP="00916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F46" w:rsidRDefault="00462F46" w:rsidP="00916D6C">
      <w:pPr>
        <w:spacing w:after="0" w:line="240" w:lineRule="auto"/>
      </w:pPr>
      <w:r>
        <w:separator/>
      </w:r>
    </w:p>
  </w:footnote>
  <w:footnote w:type="continuationSeparator" w:id="0">
    <w:p w:rsidR="00462F46" w:rsidRDefault="00462F46" w:rsidP="00916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F46" w:rsidRDefault="00462F46">
    <w:pPr>
      <w:pStyle w:val="Header"/>
    </w:pPr>
    <w:r>
      <w:t>7</w:t>
    </w:r>
    <w:r w:rsidRPr="00916D6C">
      <w:rPr>
        <w:vertAlign w:val="superscript"/>
      </w:rPr>
      <w:t>th</w:t>
    </w:r>
    <w:r>
      <w:t xml:space="preserve"> grade science packet- Modified </w:t>
    </w:r>
  </w:p>
  <w:p w:rsidR="00462F46" w:rsidRDefault="00462F46">
    <w:pPr>
      <w:pStyle w:val="Header"/>
    </w:pPr>
    <w:r>
      <w:t>Energy, Work and Machines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6C"/>
    <w:rsid w:val="00125709"/>
    <w:rsid w:val="00462F46"/>
    <w:rsid w:val="00595F0A"/>
    <w:rsid w:val="00693FB1"/>
    <w:rsid w:val="0080651A"/>
    <w:rsid w:val="00814601"/>
    <w:rsid w:val="00916D6C"/>
    <w:rsid w:val="009E39B0"/>
    <w:rsid w:val="00B405A1"/>
    <w:rsid w:val="00B93038"/>
    <w:rsid w:val="00B940B1"/>
    <w:rsid w:val="00E8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6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D6C"/>
  </w:style>
  <w:style w:type="paragraph" w:styleId="Footer">
    <w:name w:val="footer"/>
    <w:basedOn w:val="Normal"/>
    <w:link w:val="FooterChar"/>
    <w:uiPriority w:val="99"/>
    <w:unhideWhenUsed/>
    <w:rsid w:val="00916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6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D6C"/>
  </w:style>
  <w:style w:type="paragraph" w:styleId="Footer">
    <w:name w:val="footer"/>
    <w:basedOn w:val="Normal"/>
    <w:link w:val="FooterChar"/>
    <w:uiPriority w:val="99"/>
    <w:unhideWhenUsed/>
    <w:rsid w:val="00916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8EC89477</Template>
  <TotalTime>0</TotalTime>
  <Pages>12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2</cp:revision>
  <dcterms:created xsi:type="dcterms:W3CDTF">2014-03-25T20:40:00Z</dcterms:created>
  <dcterms:modified xsi:type="dcterms:W3CDTF">2014-03-25T20:40:00Z</dcterms:modified>
</cp:coreProperties>
</file>